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2DF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2823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 w:rsidR="00075425">
        <w:rPr>
          <w:rFonts w:ascii="Corbel" w:hAnsi="Corbel"/>
          <w:b/>
          <w:smallCaps/>
          <w:sz w:val="24"/>
          <w:szCs w:val="24"/>
        </w:rPr>
        <w:t xml:space="preserve">    </w:t>
      </w:r>
    </w:p>
    <w:p w14:paraId="65D9614A" w14:textId="4E9B1A0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F09AF">
        <w:rPr>
          <w:rFonts w:ascii="Corbel" w:hAnsi="Corbel"/>
          <w:i/>
          <w:smallCaps/>
          <w:sz w:val="24"/>
          <w:szCs w:val="24"/>
        </w:rPr>
        <w:t>2020-2022</w:t>
      </w:r>
    </w:p>
    <w:p w14:paraId="5F7630B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37DEB4" w14:textId="15E51AD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F09AF">
        <w:rPr>
          <w:rFonts w:ascii="Corbel" w:hAnsi="Corbel"/>
          <w:sz w:val="20"/>
          <w:szCs w:val="20"/>
        </w:rPr>
        <w:t>2021/2022</w:t>
      </w:r>
    </w:p>
    <w:p w14:paraId="7E6793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9C30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ED57D" w14:textId="77777777" w:rsidTr="00AB7391">
        <w:tc>
          <w:tcPr>
            <w:tcW w:w="2694" w:type="dxa"/>
            <w:vAlign w:val="center"/>
          </w:tcPr>
          <w:p w14:paraId="10F6B87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109988" w14:textId="77777777" w:rsidR="0085747A" w:rsidRPr="00AB7391" w:rsidRDefault="00B36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7391"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85747A" w:rsidRPr="009C54AE" w14:paraId="03037307" w14:textId="77777777" w:rsidTr="00AB7391">
        <w:tc>
          <w:tcPr>
            <w:tcW w:w="2694" w:type="dxa"/>
            <w:vAlign w:val="center"/>
          </w:tcPr>
          <w:p w14:paraId="5EB109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C685A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A303036" w14:textId="77777777" w:rsidTr="00AB7391">
        <w:tc>
          <w:tcPr>
            <w:tcW w:w="2694" w:type="dxa"/>
            <w:vAlign w:val="center"/>
          </w:tcPr>
          <w:p w14:paraId="36608E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594EC9" w14:textId="69E4FEC9" w:rsidR="0085747A" w:rsidRPr="009C54AE" w:rsidRDefault="00DA65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112282F8" w14:textId="77777777" w:rsidTr="00AB7391">
        <w:tc>
          <w:tcPr>
            <w:tcW w:w="2694" w:type="dxa"/>
            <w:vAlign w:val="center"/>
          </w:tcPr>
          <w:p w14:paraId="35B674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9FB654" w14:textId="1590AA61" w:rsidR="0085747A" w:rsidRPr="009C54AE" w:rsidRDefault="00DA65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B7391" w:rsidRPr="009C54AE" w14:paraId="4EC27CA2" w14:textId="77777777" w:rsidTr="00AB7391">
        <w:tc>
          <w:tcPr>
            <w:tcW w:w="2694" w:type="dxa"/>
            <w:vAlign w:val="center"/>
          </w:tcPr>
          <w:p w14:paraId="74071E63" w14:textId="77777777" w:rsidR="00AB7391" w:rsidRPr="009C54AE" w:rsidRDefault="00AB7391" w:rsidP="00AB73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25A1F1" w14:textId="77777777" w:rsidR="00AB7391" w:rsidRPr="009C54AE" w:rsidRDefault="00AB7391" w:rsidP="00AB73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541E17DB" w14:textId="77777777" w:rsidTr="00AB7391">
        <w:tc>
          <w:tcPr>
            <w:tcW w:w="2694" w:type="dxa"/>
            <w:vAlign w:val="center"/>
          </w:tcPr>
          <w:p w14:paraId="163423C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4D435C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66403700" w14:textId="77777777" w:rsidTr="00AB7391">
        <w:tc>
          <w:tcPr>
            <w:tcW w:w="2694" w:type="dxa"/>
            <w:vAlign w:val="center"/>
          </w:tcPr>
          <w:p w14:paraId="21861A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C3E54B" w14:textId="77777777" w:rsidR="0085747A" w:rsidRPr="009C54AE" w:rsidRDefault="00D859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FEA65CD" w14:textId="77777777" w:rsidTr="00AB7391">
        <w:tc>
          <w:tcPr>
            <w:tcW w:w="2694" w:type="dxa"/>
            <w:vAlign w:val="center"/>
          </w:tcPr>
          <w:p w14:paraId="488AE3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391514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F9ECF2E" w14:textId="77777777" w:rsidTr="00AB7391">
        <w:tc>
          <w:tcPr>
            <w:tcW w:w="2694" w:type="dxa"/>
            <w:vAlign w:val="center"/>
          </w:tcPr>
          <w:p w14:paraId="2E5032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AF42B4" w14:textId="6F1351DC" w:rsidR="0085747A" w:rsidRPr="009C54AE" w:rsidRDefault="00A76935" w:rsidP="00A769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B7391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312127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4. </w:t>
            </w:r>
            <w:r w:rsidR="00312127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14:paraId="65FE7B06" w14:textId="77777777" w:rsidTr="00AB7391">
        <w:tc>
          <w:tcPr>
            <w:tcW w:w="2694" w:type="dxa"/>
            <w:vAlign w:val="center"/>
          </w:tcPr>
          <w:p w14:paraId="4A7EDE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34005C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EFF6E32" w14:textId="77777777" w:rsidTr="00AB7391">
        <w:tc>
          <w:tcPr>
            <w:tcW w:w="2694" w:type="dxa"/>
            <w:vAlign w:val="center"/>
          </w:tcPr>
          <w:p w14:paraId="6EC2787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942295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640DDC5" w14:textId="77777777" w:rsidTr="00AB7391">
        <w:tc>
          <w:tcPr>
            <w:tcW w:w="2694" w:type="dxa"/>
            <w:vAlign w:val="center"/>
          </w:tcPr>
          <w:p w14:paraId="783333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421C34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05AAD">
              <w:rPr>
                <w:rFonts w:ascii="Corbel" w:hAnsi="Corbel"/>
                <w:b w:val="0"/>
                <w:sz w:val="24"/>
                <w:szCs w:val="24"/>
              </w:rPr>
              <w:t>r Zbigniew Chodkowski</w:t>
            </w:r>
          </w:p>
        </w:tc>
      </w:tr>
      <w:tr w:rsidR="0085747A" w:rsidRPr="009C54AE" w14:paraId="2482EA89" w14:textId="77777777" w:rsidTr="00AB7391">
        <w:tc>
          <w:tcPr>
            <w:tcW w:w="2694" w:type="dxa"/>
            <w:vAlign w:val="center"/>
          </w:tcPr>
          <w:p w14:paraId="018891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377A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D6C621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FCABE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5CA8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BAC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2C9A3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91A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E582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7F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FA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5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9E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45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B2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B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810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1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48F44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4CA7" w14:textId="77777777" w:rsidR="00015B8F" w:rsidRPr="009C54AE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9B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4361" w14:textId="77777777" w:rsidR="00015B8F" w:rsidRPr="009C54AE" w:rsidRDefault="003121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B1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12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05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B6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20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0F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C9C5" w14:textId="77777777" w:rsidR="00015B8F" w:rsidRPr="009C54AE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485E98DE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F18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A3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0F8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A6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9F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F1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A2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CB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E1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DD7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1B46A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465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E5F77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6B5921" w14:textId="77777777" w:rsidR="0085747A" w:rsidRPr="005A0F5F" w:rsidRDefault="00AB73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2B35B5"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B2780" wp14:editId="2367251B">
                <wp:simplePos x="0" y="0"/>
                <wp:positionH relativeFrom="column">
                  <wp:posOffset>473710</wp:posOffset>
                </wp:positionH>
                <wp:positionV relativeFrom="paragraph">
                  <wp:posOffset>46990</wp:posOffset>
                </wp:positionV>
                <wp:extent cx="101600" cy="96520"/>
                <wp:effectExtent l="0" t="0" r="31750" b="3683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1600" cy="9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7763656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pt,3.7pt" to="45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" strokecolor="#4579b8 [3044]">
                <o:lock v:ext="edit" shapetype="f"/>
              </v:line>
            </w:pict>
          </mc:Fallback>
        </mc:AlternateContent>
      </w:r>
      <w:r w:rsidR="0085747A" w:rsidRPr="005A0F5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471CC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27FD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3B81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35056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D85900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29D994CB" w14:textId="77777777" w:rsidR="009C54AE" w:rsidRPr="00AB7391" w:rsidRDefault="00AB7391" w:rsidP="00AB7391">
      <w:pPr>
        <w:ind w:left="709"/>
        <w:rPr>
          <w:rFonts w:ascii="Corbel" w:hAnsi="Corbel"/>
          <w:sz w:val="24"/>
          <w:szCs w:val="24"/>
        </w:rPr>
      </w:pPr>
      <w:r w:rsidRPr="00AB7391">
        <w:rPr>
          <w:rFonts w:ascii="Corbel" w:hAnsi="Corbel"/>
          <w:sz w:val="24"/>
          <w:szCs w:val="24"/>
        </w:rPr>
        <w:t>zaliczenie z oceną, praca projektowa</w:t>
      </w:r>
    </w:p>
    <w:p w14:paraId="1B2DFA0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CAC1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D67F69" w14:textId="77777777" w:rsidTr="00745302">
        <w:tc>
          <w:tcPr>
            <w:tcW w:w="9670" w:type="dxa"/>
          </w:tcPr>
          <w:p w14:paraId="25C1C864" w14:textId="77777777" w:rsidR="00D85900" w:rsidRPr="00FC765A" w:rsidRDefault="00D85900" w:rsidP="00D859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Podstawowa znajomość zagadnień </w:t>
            </w:r>
            <w:proofErr w:type="spellStart"/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ogólnopedagogicznych</w:t>
            </w:r>
            <w:proofErr w:type="spellEnd"/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 w zakresie studiowanej specjalności</w:t>
            </w:r>
          </w:p>
          <w:p w14:paraId="1631715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E2A05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2DB7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DEFD7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31E1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16EC7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85900" w:rsidRPr="009C54AE" w14:paraId="651C1EA7" w14:textId="77777777" w:rsidTr="00D85900">
        <w:tc>
          <w:tcPr>
            <w:tcW w:w="843" w:type="dxa"/>
            <w:vAlign w:val="center"/>
          </w:tcPr>
          <w:p w14:paraId="3B7A7855" w14:textId="77777777" w:rsidR="00D85900" w:rsidRPr="009C54AE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64672C51" w14:textId="77777777" w:rsidR="00D85900" w:rsidRPr="00D85900" w:rsidRDefault="00D85900" w:rsidP="00AB7391">
            <w:pPr>
              <w:jc w:val="both"/>
              <w:rPr>
                <w:rFonts w:ascii="Corbel" w:hAnsi="Corbel"/>
              </w:rPr>
            </w:pPr>
            <w:r w:rsidRPr="00D85900">
              <w:rPr>
                <w:rFonts w:ascii="Corbel" w:hAnsi="Corbel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 w:rsidRPr="00D85900">
              <w:rPr>
                <w:rFonts w:ascii="Corbel" w:hAnsi="Corbel"/>
              </w:rPr>
              <w:t>mobbing</w:t>
            </w:r>
            <w:proofErr w:type="spellEnd"/>
            <w:r w:rsidRPr="00D85900">
              <w:rPr>
                <w:rFonts w:ascii="Corbel" w:hAnsi="Corbel"/>
              </w:rPr>
              <w:t xml:space="preserve"> i wypalenie zawodowe.</w:t>
            </w:r>
          </w:p>
        </w:tc>
      </w:tr>
      <w:tr w:rsidR="00D85900" w:rsidRPr="009C54AE" w14:paraId="3B428F1D" w14:textId="77777777" w:rsidTr="00D85900">
        <w:tc>
          <w:tcPr>
            <w:tcW w:w="843" w:type="dxa"/>
            <w:vAlign w:val="center"/>
          </w:tcPr>
          <w:p w14:paraId="02D0D6D8" w14:textId="77777777" w:rsidR="00D85900" w:rsidRPr="009C54AE" w:rsidRDefault="00D85900" w:rsidP="00D8590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B350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</w:tcPr>
          <w:p w14:paraId="20CEDEB5" w14:textId="77777777" w:rsidR="00D85900" w:rsidRPr="00D85900" w:rsidRDefault="00D85900" w:rsidP="00AB7391">
            <w:pPr>
              <w:jc w:val="both"/>
              <w:rPr>
                <w:rFonts w:ascii="Corbel" w:hAnsi="Corbel"/>
              </w:rPr>
            </w:pPr>
            <w:r w:rsidRPr="00D85900">
              <w:rPr>
                <w:rFonts w:ascii="Corbel" w:hAnsi="Corbel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D85900" w:rsidRPr="009C54AE" w14:paraId="1E4D2965" w14:textId="77777777" w:rsidTr="00D85900">
        <w:tc>
          <w:tcPr>
            <w:tcW w:w="843" w:type="dxa"/>
            <w:vAlign w:val="center"/>
          </w:tcPr>
          <w:p w14:paraId="03790F59" w14:textId="77777777" w:rsidR="00D85900" w:rsidRPr="009C54AE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</w:tcPr>
          <w:p w14:paraId="564E8B91" w14:textId="77777777" w:rsidR="00D85900" w:rsidRPr="00D85900" w:rsidRDefault="00D85900" w:rsidP="00AB7391">
            <w:pPr>
              <w:jc w:val="both"/>
              <w:rPr>
                <w:rFonts w:ascii="Corbel" w:hAnsi="Corbel"/>
              </w:rPr>
            </w:pPr>
            <w:r w:rsidRPr="00D85900">
              <w:rPr>
                <w:rFonts w:ascii="Corbel" w:hAnsi="Corbel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14:paraId="1139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8E1B9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C538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329D7C9" w14:textId="77777777" w:rsidTr="00150587">
        <w:tc>
          <w:tcPr>
            <w:tcW w:w="1681" w:type="dxa"/>
            <w:vAlign w:val="center"/>
          </w:tcPr>
          <w:p w14:paraId="021101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6846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745D3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489888E" w14:textId="77777777" w:rsidTr="00150587">
        <w:tc>
          <w:tcPr>
            <w:tcW w:w="1681" w:type="dxa"/>
          </w:tcPr>
          <w:p w14:paraId="1747FFC8" w14:textId="77777777" w:rsidR="0085747A" w:rsidRPr="009C54AE" w:rsidRDefault="0085747A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402C5341" w14:textId="77777777" w:rsidR="0015663E" w:rsidRPr="002C5A53" w:rsidRDefault="0015663E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5663E">
              <w:rPr>
                <w:rFonts w:ascii="Corbel" w:hAnsi="Corbel"/>
                <w:b w:val="0"/>
                <w:smallCaps w:val="0"/>
              </w:rPr>
              <w:t>Student s</w:t>
            </w:r>
            <w:r w:rsidR="00606165" w:rsidRPr="0015663E">
              <w:rPr>
                <w:rFonts w:ascii="Corbel" w:hAnsi="Corbel"/>
                <w:b w:val="0"/>
                <w:smallCaps w:val="0"/>
              </w:rPr>
              <w:t>charakteryzuje: specyfikę pracy pedagoga i jej uwarunkowania, etapy rozwoju zawodowego i wybrane problemy, jak: stres i wypalenie zawodowe, działania zaradcze, pomocowe, rozwojowe.</w:t>
            </w:r>
          </w:p>
        </w:tc>
        <w:tc>
          <w:tcPr>
            <w:tcW w:w="1865" w:type="dxa"/>
          </w:tcPr>
          <w:p w14:paraId="7F82B5E8" w14:textId="77777777" w:rsidR="0085747A" w:rsidRPr="009C54AE" w:rsidRDefault="001505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150587" w:rsidRPr="009C54AE" w14:paraId="1691AB10" w14:textId="77777777" w:rsidTr="00150587">
        <w:tc>
          <w:tcPr>
            <w:tcW w:w="1681" w:type="dxa"/>
          </w:tcPr>
          <w:p w14:paraId="3B48926B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A25DCC0" w14:textId="0851E46A" w:rsidR="00DB35A0" w:rsidRPr="0015663E" w:rsidRDefault="00DB35A0" w:rsidP="002C5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>Student wykorzysta zdobytą wiedzę do: oceny funkcjonowania pedagoga i planowania własnego rozwoju</w:t>
            </w:r>
            <w:r w:rsidR="00A76935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, z uwzględnieniem indywidualnych form </w:t>
            </w:r>
            <w:proofErr w:type="spellStart"/>
            <w:r w:rsidR="00A76935">
              <w:rPr>
                <w:rFonts w:ascii="Corbel" w:hAnsi="Corbel" w:cs="Carlito"/>
                <w:sz w:val="24"/>
                <w:szCs w:val="24"/>
                <w:lang w:eastAsia="pl-PL"/>
              </w:rPr>
              <w:t>przedsięborczości</w:t>
            </w:r>
            <w:proofErr w:type="spellEnd"/>
            <w:r w:rsidR="00BC478C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(w aspekcie zapobiegania wypaleniu zawodowego)</w:t>
            </w:r>
            <w:r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  <w:r w:rsidR="0015663E"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9928F56" w14:textId="77777777"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150587" w:rsidRPr="009C54AE" w14:paraId="742AE4DC" w14:textId="77777777" w:rsidTr="00150587">
        <w:tc>
          <w:tcPr>
            <w:tcW w:w="1681" w:type="dxa"/>
          </w:tcPr>
          <w:p w14:paraId="6D5C4FF7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97497B1" w14:textId="26F6AFC9" w:rsidR="0015663E" w:rsidRPr="007E5523" w:rsidRDefault="007E5523" w:rsidP="00BC4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7E5523">
              <w:rPr>
                <w:rFonts w:ascii="Corbel" w:hAnsi="Corbel"/>
                <w:sz w:val="24"/>
              </w:rPr>
              <w:t>Student zastosuje zaawans</w:t>
            </w:r>
            <w:r w:rsidR="00BC478C">
              <w:rPr>
                <w:rFonts w:ascii="Corbel" w:hAnsi="Corbel"/>
                <w:sz w:val="24"/>
              </w:rPr>
              <w:t>owane technologie informacyjne i informatyczne</w:t>
            </w:r>
            <w:r w:rsidRPr="007E5523">
              <w:rPr>
                <w:rFonts w:ascii="Corbel" w:hAnsi="Corbel"/>
                <w:sz w:val="24"/>
              </w:rPr>
              <w:t xml:space="preserve"> w rozwoju własnych umiejętności profesjonalnych</w:t>
            </w:r>
            <w:r w:rsidR="00FD3821">
              <w:rPr>
                <w:rFonts w:ascii="Corbel" w:hAnsi="Corbel"/>
                <w:sz w:val="24"/>
              </w:rPr>
              <w:t xml:space="preserve"> i zapobieganiu wypaleniu zawodowemu. </w:t>
            </w:r>
          </w:p>
        </w:tc>
        <w:tc>
          <w:tcPr>
            <w:tcW w:w="1865" w:type="dxa"/>
          </w:tcPr>
          <w:p w14:paraId="58EC1693" w14:textId="77777777"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50587" w:rsidRPr="009C54AE" w14:paraId="6D4C04E1" w14:textId="77777777" w:rsidTr="00150587">
        <w:tc>
          <w:tcPr>
            <w:tcW w:w="1681" w:type="dxa"/>
          </w:tcPr>
          <w:p w14:paraId="2C9AB57F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631A06E" w14:textId="49E40DC5" w:rsidR="000109D1" w:rsidRPr="009C54AE" w:rsidRDefault="0015663E" w:rsidP="00FD3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66591"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 xml:space="preserve"> poziom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swojej wiedzy oraz umiejętności w obszarze rozwoju zawodowego i przeciwdziałani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wypaleniu zawodowemu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8E466E3" w14:textId="77777777" w:rsidR="00150587" w:rsidRPr="00150587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8641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5338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9FD564" w14:textId="77777777" w:rsidR="0085747A" w:rsidRDefault="0085747A" w:rsidP="00DF74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5A53">
        <w:rPr>
          <w:rFonts w:ascii="Corbel" w:hAnsi="Corbel"/>
          <w:sz w:val="24"/>
          <w:szCs w:val="24"/>
        </w:rPr>
        <w:t>Problematyka ćwiczeń audytoryjnych</w:t>
      </w:r>
    </w:p>
    <w:p w14:paraId="57CA4780" w14:textId="77777777" w:rsidR="002C5A53" w:rsidRPr="002C5A53" w:rsidRDefault="002C5A53" w:rsidP="002C5A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6668" w:rsidRPr="009C54AE" w14:paraId="765FC8CC" w14:textId="77777777" w:rsidTr="00DB35A0">
        <w:tc>
          <w:tcPr>
            <w:tcW w:w="9520" w:type="dxa"/>
          </w:tcPr>
          <w:p w14:paraId="0625E21B" w14:textId="77777777" w:rsidR="00B36668" w:rsidRDefault="00B36668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B36668" w:rsidRPr="009C54AE" w14:paraId="50750C65" w14:textId="77777777" w:rsidTr="00DB35A0">
        <w:tc>
          <w:tcPr>
            <w:tcW w:w="9520" w:type="dxa"/>
          </w:tcPr>
          <w:p w14:paraId="53A733A4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Pojęcie sytuacji zawodowej pracownika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(nauczyciela).</w:t>
            </w:r>
          </w:p>
        </w:tc>
      </w:tr>
      <w:tr w:rsidR="00B36668" w:rsidRPr="009C54AE" w14:paraId="24F4D0E6" w14:textId="77777777" w:rsidTr="00DB35A0">
        <w:tc>
          <w:tcPr>
            <w:tcW w:w="9520" w:type="dxa"/>
          </w:tcPr>
          <w:p w14:paraId="35695529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Praca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A53">
              <w:rPr>
                <w:rFonts w:ascii="Corbel" w:hAnsi="Corbel"/>
                <w:sz w:val="24"/>
                <w:szCs w:val="24"/>
              </w:rPr>
              <w:t>- moje relacje z pracą. Pozytywne i negatywne elementy związane z wykonywaniem pracy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9C54AE" w14:paraId="72141D21" w14:textId="77777777" w:rsidTr="00DB35A0">
        <w:tc>
          <w:tcPr>
            <w:tcW w:w="9520" w:type="dxa"/>
          </w:tcPr>
          <w:p w14:paraId="5EFEDA93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B36668" w:rsidRPr="009C54AE" w14:paraId="275D0846" w14:textId="77777777" w:rsidTr="00DB35A0">
        <w:tc>
          <w:tcPr>
            <w:tcW w:w="9520" w:type="dxa"/>
          </w:tcPr>
          <w:p w14:paraId="08AE722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lastRenderedPageBreak/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B36668" w:rsidRPr="009C54AE" w14:paraId="74B1D6CD" w14:textId="77777777" w:rsidTr="00DB35A0">
        <w:tc>
          <w:tcPr>
            <w:tcW w:w="9520" w:type="dxa"/>
          </w:tcPr>
          <w:p w14:paraId="37132652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Motywacja do pracy. Motywacje osiągnięć a decyzje edukacyjno-zawodowe.</w:t>
            </w:r>
          </w:p>
        </w:tc>
      </w:tr>
      <w:tr w:rsidR="00B36668" w:rsidRPr="009C54AE" w14:paraId="0A960C6E" w14:textId="77777777" w:rsidTr="00DB35A0">
        <w:tc>
          <w:tcPr>
            <w:tcW w:w="9520" w:type="dxa"/>
          </w:tcPr>
          <w:p w14:paraId="658A6D75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B36668" w:rsidRPr="009C54AE" w14:paraId="55852C0A" w14:textId="77777777" w:rsidTr="00DB35A0">
        <w:tc>
          <w:tcPr>
            <w:tcW w:w="9520" w:type="dxa"/>
          </w:tcPr>
          <w:p w14:paraId="39679328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B36668" w:rsidRPr="009C54AE" w14:paraId="5B26B9AC" w14:textId="77777777" w:rsidTr="00DB35A0">
        <w:tc>
          <w:tcPr>
            <w:tcW w:w="9520" w:type="dxa"/>
          </w:tcPr>
          <w:p w14:paraId="70F7528C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Satysfakcja zawodowa a aktywność edukacyjna 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nauczyciela.</w:t>
            </w:r>
          </w:p>
        </w:tc>
      </w:tr>
      <w:tr w:rsidR="00B36668" w:rsidRPr="009C54AE" w14:paraId="63E616ED" w14:textId="77777777" w:rsidTr="00DB35A0">
        <w:tc>
          <w:tcPr>
            <w:tcW w:w="9520" w:type="dxa"/>
          </w:tcPr>
          <w:p w14:paraId="77ADDC37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B36668" w:rsidRPr="009C54AE" w14:paraId="6216D09E" w14:textId="77777777" w:rsidTr="00DB35A0">
        <w:tc>
          <w:tcPr>
            <w:tcW w:w="9520" w:type="dxa"/>
          </w:tcPr>
          <w:p w14:paraId="0D0A6023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B36668" w:rsidRPr="009C54AE" w14:paraId="6EB612A4" w14:textId="77777777" w:rsidTr="00DB35A0">
        <w:tc>
          <w:tcPr>
            <w:tcW w:w="9520" w:type="dxa"/>
          </w:tcPr>
          <w:p w14:paraId="204E163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Współzależność czynników sytuacji zawodowej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4EF5F507" w14:textId="77777777" w:rsidTr="00DB35A0">
        <w:tc>
          <w:tcPr>
            <w:tcW w:w="9520" w:type="dxa"/>
          </w:tcPr>
          <w:p w14:paraId="59F60A4C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– przyczyny, skutki, sposoby jego przeciwdziałania.</w:t>
            </w:r>
          </w:p>
        </w:tc>
      </w:tr>
      <w:tr w:rsidR="00B36668" w:rsidRPr="009C54AE" w14:paraId="5FDD05AD" w14:textId="77777777" w:rsidTr="00DB35A0">
        <w:tc>
          <w:tcPr>
            <w:tcW w:w="9520" w:type="dxa"/>
          </w:tcPr>
          <w:p w14:paraId="4CC5EB34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Stres – powstawanie stresu, reakcje stresowe w pracy zawodowej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36668" w:rsidRPr="009C54AE" w14:paraId="68C94ADA" w14:textId="77777777" w:rsidTr="00DB35A0">
        <w:tc>
          <w:tcPr>
            <w:tcW w:w="9520" w:type="dxa"/>
          </w:tcPr>
          <w:p w14:paraId="3D2FAB3E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Konsekwencje stresu jako przyczyną wielu chorób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597A76F5" w14:textId="77777777" w:rsidTr="00DB35A0">
        <w:tc>
          <w:tcPr>
            <w:tcW w:w="9520" w:type="dxa"/>
          </w:tcPr>
          <w:p w14:paraId="0D498B87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Profilaktyka zdrowotna, aktywność fizyczna, edukacja 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ustawiczna </w:t>
            </w:r>
            <w:r w:rsidRPr="002C5A53">
              <w:rPr>
                <w:rFonts w:ascii="Corbel" w:hAnsi="Corbel"/>
                <w:sz w:val="24"/>
                <w:szCs w:val="24"/>
              </w:rPr>
              <w:t>– formy przeciwdziałania różnym zagrożeniom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0FB2D987" w14:textId="77777777" w:rsidTr="00DB35A0">
        <w:tc>
          <w:tcPr>
            <w:tcW w:w="9520" w:type="dxa"/>
          </w:tcPr>
          <w:p w14:paraId="4A3288B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Rozwiązanie problemów związanych z obciążeniem pracą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9C54AE" w14:paraId="1DA23BC7" w14:textId="77777777" w:rsidTr="00DB35A0">
        <w:tc>
          <w:tcPr>
            <w:tcW w:w="9520" w:type="dxa"/>
          </w:tcPr>
          <w:p w14:paraId="5B4FC0BF" w14:textId="77777777" w:rsidR="00B36668" w:rsidRPr="002C5A53" w:rsidRDefault="00B366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</w:t>
            </w:r>
            <w:r w:rsidR="0015663E" w:rsidRPr="002C5A53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</w:p>
        </w:tc>
      </w:tr>
    </w:tbl>
    <w:p w14:paraId="73DBF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35DB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9FE50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A67B4" w14:textId="2558611A" w:rsidR="0085747A" w:rsidRPr="006D4D74" w:rsidRDefault="006D4D74" w:rsidP="006D4D74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 w:rsidRPr="006D4D74">
        <w:rPr>
          <w:rFonts w:ascii="Corbel" w:hAnsi="Corbel"/>
          <w:b w:val="0"/>
          <w:smallCaps w:val="0"/>
          <w:szCs w:val="24"/>
        </w:rPr>
        <w:t>Praca w grupach, dyskusja</w:t>
      </w:r>
    </w:p>
    <w:p w14:paraId="67D91A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D44D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9CD69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8E079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6E0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F0C0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85747A" w:rsidRPr="009C54AE" w14:paraId="1C8A33B2" w14:textId="77777777" w:rsidTr="00DB35A0">
        <w:tc>
          <w:tcPr>
            <w:tcW w:w="1958" w:type="dxa"/>
            <w:vAlign w:val="center"/>
          </w:tcPr>
          <w:p w14:paraId="61282E1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14:paraId="5D7DA23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DD05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37C5F59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406BB69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4887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91C" w:rsidRPr="009C54AE" w14:paraId="4F54C5FA" w14:textId="77777777" w:rsidTr="00DB35A0">
        <w:tc>
          <w:tcPr>
            <w:tcW w:w="1958" w:type="dxa"/>
          </w:tcPr>
          <w:p w14:paraId="7CEDF586" w14:textId="77777777" w:rsidR="00F4191C" w:rsidRPr="002C5A53" w:rsidRDefault="00F4191C" w:rsidP="00F4191C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14:paraId="4FF108EB" w14:textId="7EC90B85" w:rsidR="00F4191C" w:rsidRPr="002C5A53" w:rsidRDefault="003C0ED1" w:rsidP="006D4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Aktywność studenta na zajęciach</w:t>
            </w:r>
            <w:r w:rsidR="00681603" w:rsidRPr="002C5A53">
              <w:rPr>
                <w:rFonts w:ascii="Corbel" w:hAnsi="Corbel"/>
                <w:sz w:val="24"/>
                <w:szCs w:val="24"/>
              </w:rPr>
              <w:t xml:space="preserve"> </w:t>
            </w:r>
            <w:r w:rsidR="00681603"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 w:rsidR="006D4D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="00DD05B0"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 w:rsidR="00435056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6CF0074B" w14:textId="77777777" w:rsidR="00DD05B0" w:rsidRPr="002C5A53" w:rsidRDefault="00DD05B0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2C5A53" w:rsidRPr="002C5A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C5A53" w:rsidRPr="009C54AE" w14:paraId="3CEF2DD1" w14:textId="77777777" w:rsidTr="00DB35A0">
        <w:tc>
          <w:tcPr>
            <w:tcW w:w="1958" w:type="dxa"/>
          </w:tcPr>
          <w:p w14:paraId="023BD9DF" w14:textId="77777777" w:rsidR="002C5A53" w:rsidRPr="002C5A53" w:rsidRDefault="002C5A53" w:rsidP="002C5A53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14:paraId="4D21EF84" w14:textId="01CBEA3A" w:rsidR="002C5A53" w:rsidRPr="002C5A53" w:rsidRDefault="002C5A53" w:rsidP="002C5A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Aktywność studenta na zajęciach i obserwacja w trakcie zajęć</w:t>
            </w:r>
            <w:r w:rsidR="00435056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1708" w:type="dxa"/>
          </w:tcPr>
          <w:p w14:paraId="29EE7AF1" w14:textId="77777777" w:rsidR="002C5A53" w:rsidRPr="002C5A53" w:rsidRDefault="002C5A53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C5A53" w:rsidRPr="009C54AE" w14:paraId="5D80DD8C" w14:textId="77777777" w:rsidTr="00DB35A0">
        <w:tc>
          <w:tcPr>
            <w:tcW w:w="1958" w:type="dxa"/>
          </w:tcPr>
          <w:p w14:paraId="3EBD8298" w14:textId="77777777" w:rsidR="002C5A53" w:rsidRPr="002C5A53" w:rsidRDefault="002C5A53" w:rsidP="002C5A53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14:paraId="0747C8A1" w14:textId="06E55EC2" w:rsidR="002C5A53" w:rsidRPr="002C5A53" w:rsidRDefault="002C5A53" w:rsidP="002C5A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  <w:r w:rsidR="00435056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67E87FEF" w14:textId="77777777" w:rsidR="002C5A53" w:rsidRPr="002C5A53" w:rsidRDefault="002C5A53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C5A53" w:rsidRPr="009C54AE" w14:paraId="40ADF6B7" w14:textId="77777777" w:rsidTr="00DB35A0">
        <w:tc>
          <w:tcPr>
            <w:tcW w:w="1958" w:type="dxa"/>
          </w:tcPr>
          <w:p w14:paraId="33C02903" w14:textId="77777777" w:rsidR="002C5A53" w:rsidRPr="002C5A53" w:rsidRDefault="002C5A53" w:rsidP="002C5A53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14:paraId="6DF23A2B" w14:textId="2870E7FC" w:rsidR="002C5A53" w:rsidRPr="002C5A53" w:rsidRDefault="002C5A53" w:rsidP="002C5A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  <w:r w:rsidR="00435056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00AE7AE9" w14:textId="77777777" w:rsidR="002C5A53" w:rsidRPr="002C5A53" w:rsidRDefault="002C5A53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DE9B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26A0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EAB826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1BC86D" w14:textId="77777777" w:rsidTr="00923D7D">
        <w:tc>
          <w:tcPr>
            <w:tcW w:w="9670" w:type="dxa"/>
          </w:tcPr>
          <w:p w14:paraId="14B6E27E" w14:textId="77777777" w:rsidR="0085747A" w:rsidRPr="009C54AE" w:rsidRDefault="003C0ED1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ED1">
              <w:rPr>
                <w:rFonts w:ascii="Corbel" w:hAnsi="Corbel"/>
                <w:b w:val="0"/>
                <w:smallCaps w:val="0"/>
                <w:szCs w:val="24"/>
              </w:rPr>
              <w:t>Przygotowanie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(prezentacji, 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3C0ED1">
              <w:rPr>
                <w:rFonts w:ascii="Corbel" w:hAnsi="Corbel"/>
                <w:b w:val="0"/>
                <w:smallCaps w:val="0"/>
                <w:szCs w:val="24"/>
              </w:rPr>
              <w:t>. Ocena końcowa jest wypadkową aktywności studenta na zajęciach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C0ED1">
              <w:rPr>
                <w:rFonts w:ascii="Corbel" w:hAnsi="Corbel"/>
                <w:b w:val="0"/>
                <w:smallCaps w:val="0"/>
                <w:szCs w:val="24"/>
              </w:rPr>
              <w:t>oraz przygotowanej pracy projektowej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 xml:space="preserve"> (prezentacji, referatu).</w:t>
            </w:r>
          </w:p>
        </w:tc>
      </w:tr>
    </w:tbl>
    <w:p w14:paraId="0FE4D0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E61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8AEB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3675965" w14:textId="77777777" w:rsidTr="003E1941">
        <w:tc>
          <w:tcPr>
            <w:tcW w:w="4962" w:type="dxa"/>
            <w:vAlign w:val="center"/>
          </w:tcPr>
          <w:p w14:paraId="0C8BCDE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6803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ED46AB" w14:textId="77777777" w:rsidTr="00923D7D">
        <w:tc>
          <w:tcPr>
            <w:tcW w:w="4962" w:type="dxa"/>
          </w:tcPr>
          <w:p w14:paraId="1EDD43D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97F97BF" w14:textId="77777777" w:rsidR="0085747A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1812243" w14:textId="77777777" w:rsidTr="00923D7D">
        <w:tc>
          <w:tcPr>
            <w:tcW w:w="4962" w:type="dxa"/>
          </w:tcPr>
          <w:p w14:paraId="0FBCBE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7A234" w14:textId="71FECC24" w:rsidR="00C61DC5" w:rsidRPr="009C54AE" w:rsidRDefault="00817058" w:rsidP="0081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767C09" w14:textId="77777777" w:rsidR="00C61DC5" w:rsidRPr="009C54AE" w:rsidRDefault="000459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4D93392" w14:textId="77777777" w:rsidTr="00923D7D">
        <w:tc>
          <w:tcPr>
            <w:tcW w:w="4962" w:type="dxa"/>
          </w:tcPr>
          <w:p w14:paraId="120C38A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9E585F3" w14:textId="1FEDC727" w:rsidR="00C61DC5" w:rsidRPr="009C54AE" w:rsidRDefault="00C61DC5" w:rsidP="0081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17058">
              <w:rPr>
                <w:rFonts w:ascii="Corbel" w:hAnsi="Corbel"/>
                <w:sz w:val="24"/>
                <w:szCs w:val="24"/>
              </w:rPr>
              <w:t>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50B914" w14:textId="77777777" w:rsidR="00C61DC5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14:paraId="3503A967" w14:textId="77777777" w:rsidTr="00923D7D">
        <w:tc>
          <w:tcPr>
            <w:tcW w:w="4962" w:type="dxa"/>
          </w:tcPr>
          <w:p w14:paraId="0B9C32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94048" w14:textId="77777777" w:rsidR="0085747A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8E26151" w14:textId="77777777" w:rsidTr="00923D7D">
        <w:tc>
          <w:tcPr>
            <w:tcW w:w="4962" w:type="dxa"/>
          </w:tcPr>
          <w:p w14:paraId="6886A4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5F7399" w14:textId="77777777" w:rsidR="0085747A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FBC24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DB19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DC9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5DD9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9C8C8E" w14:textId="77777777" w:rsidTr="0071620A">
        <w:trPr>
          <w:trHeight w:val="397"/>
        </w:trPr>
        <w:tc>
          <w:tcPr>
            <w:tcW w:w="3544" w:type="dxa"/>
          </w:tcPr>
          <w:p w14:paraId="609FC9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FAD3C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0B09F17" w14:textId="77777777" w:rsidTr="0071620A">
        <w:trPr>
          <w:trHeight w:val="397"/>
        </w:trPr>
        <w:tc>
          <w:tcPr>
            <w:tcW w:w="3544" w:type="dxa"/>
          </w:tcPr>
          <w:p w14:paraId="29C914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18E908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D3FE4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CE20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B0E9D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4565C" w:rsidRPr="009C54AE" w14:paraId="1CDFE5CF" w14:textId="77777777" w:rsidTr="0071620A">
        <w:trPr>
          <w:trHeight w:val="397"/>
        </w:trPr>
        <w:tc>
          <w:tcPr>
            <w:tcW w:w="7513" w:type="dxa"/>
          </w:tcPr>
          <w:p w14:paraId="0507E0C2" w14:textId="77777777" w:rsidR="00B36668" w:rsidRPr="002C5A53" w:rsidRDefault="00B36668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A462B6D" w14:textId="77777777" w:rsidR="002C5A53" w:rsidRPr="002C5A53" w:rsidRDefault="002C5A53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0FCA9E0" w14:textId="77777777" w:rsidR="00B36668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Hreciński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C91241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C91241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C91241">
              <w:rPr>
                <w:rFonts w:ascii="Corbel" w:hAnsi="Corbel"/>
                <w:i/>
                <w:sz w:val="24"/>
                <w:szCs w:val="24"/>
              </w:rPr>
              <w:t xml:space="preserve"> nauczycieli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480DAF78" w14:textId="77777777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Stawiarska P.,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 w perspektywie wyzwań współczesnego świata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5011782B" w14:textId="77777777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Sęk H. (red.),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14:paraId="493BE0D6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Kordziński J.,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 w:rsidRPr="002C5A53"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14:paraId="192D5C11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M.P,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Prawda o wypaleniu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zawodwym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14:paraId="7C31C859" w14:textId="77777777" w:rsidR="0094565C" w:rsidRPr="002C5A53" w:rsidRDefault="00330AF1" w:rsidP="007751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M.P.,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Pokonać 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Oficyna Wolters Kluwer</w:t>
            </w:r>
            <w:r w:rsidR="007751E4" w:rsidRPr="002C5A53">
              <w:rPr>
                <w:rFonts w:ascii="Corbel" w:hAnsi="Corbel"/>
                <w:sz w:val="24"/>
                <w:szCs w:val="24"/>
              </w:rPr>
              <w:t>,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</w:tc>
      </w:tr>
      <w:tr w:rsidR="0094565C" w:rsidRPr="009C54AE" w14:paraId="463C2D2D" w14:textId="77777777" w:rsidTr="0071620A">
        <w:trPr>
          <w:trHeight w:val="397"/>
        </w:trPr>
        <w:tc>
          <w:tcPr>
            <w:tcW w:w="7513" w:type="dxa"/>
          </w:tcPr>
          <w:p w14:paraId="54800A31" w14:textId="77777777" w:rsidR="00330AF1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F13EB64" w14:textId="77777777" w:rsidR="002C5A53" w:rsidRPr="002C5A53" w:rsidRDefault="002C5A53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3A4341" w14:textId="77777777" w:rsidR="007751E4" w:rsidRPr="002C5A53" w:rsidRDefault="007751E4" w:rsidP="007751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Lisowska E.,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Kondycja zawodowa nauczycieli. W poszukiwaniu skutecznej profilaktyki wypalenia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zawodwego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Wyd. Impuls, Warszawa 2018.</w:t>
            </w:r>
          </w:p>
          <w:p w14:paraId="3832EBFB" w14:textId="77777777" w:rsidR="0094565C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Mańkowska B.,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4F07A8">
              <w:rPr>
                <w:rFonts w:ascii="Corbel" w:hAnsi="Corbel"/>
                <w:i/>
                <w:sz w:val="24"/>
                <w:szCs w:val="24"/>
              </w:rPr>
              <w:t>. Źródła, mechanizmy, zapobieganie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Harmonia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Gdańsk 2016.</w:t>
            </w:r>
          </w:p>
          <w:p w14:paraId="1493CE15" w14:textId="68E50BB4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Fengler J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., Pomaganie męczy, wypalenie w pracy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zawodwej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Wyd. Psychologiczne Gdańsk 2000.</w:t>
            </w:r>
          </w:p>
          <w:p w14:paraId="0555C390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D9DE4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946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1CC79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AE3E75" w14:textId="77777777" w:rsidR="00C65F33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EFC21" w14:textId="77777777" w:rsidR="00C65F33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C65F3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D08DA" w14:textId="77777777" w:rsidR="0031364B" w:rsidRDefault="0031364B" w:rsidP="00C16ABF">
      <w:pPr>
        <w:spacing w:after="0" w:line="240" w:lineRule="auto"/>
      </w:pPr>
      <w:r>
        <w:separator/>
      </w:r>
    </w:p>
  </w:endnote>
  <w:endnote w:type="continuationSeparator" w:id="0">
    <w:p w14:paraId="75A2A72D" w14:textId="77777777" w:rsidR="0031364B" w:rsidRDefault="003136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3387E" w14:textId="77777777" w:rsidR="0031364B" w:rsidRDefault="0031364B" w:rsidP="00C16ABF">
      <w:pPr>
        <w:spacing w:after="0" w:line="240" w:lineRule="auto"/>
      </w:pPr>
      <w:r>
        <w:separator/>
      </w:r>
    </w:p>
  </w:footnote>
  <w:footnote w:type="continuationSeparator" w:id="0">
    <w:p w14:paraId="14B0FC4A" w14:textId="77777777" w:rsidR="0031364B" w:rsidRDefault="0031364B" w:rsidP="00C16ABF">
      <w:pPr>
        <w:spacing w:after="0" w:line="240" w:lineRule="auto"/>
      </w:pPr>
      <w:r>
        <w:continuationSeparator/>
      </w:r>
    </w:p>
  </w:footnote>
  <w:footnote w:id="1">
    <w:p w14:paraId="591521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B80"/>
    <w:rsid w:val="00134B13"/>
    <w:rsid w:val="001458A9"/>
    <w:rsid w:val="00146BC0"/>
    <w:rsid w:val="00150587"/>
    <w:rsid w:val="00153C41"/>
    <w:rsid w:val="00154381"/>
    <w:rsid w:val="0015663E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2CA2"/>
    <w:rsid w:val="002144C0"/>
    <w:rsid w:val="002225BB"/>
    <w:rsid w:val="0022477D"/>
    <w:rsid w:val="002278A9"/>
    <w:rsid w:val="002336F9"/>
    <w:rsid w:val="0024028F"/>
    <w:rsid w:val="00244ABC"/>
    <w:rsid w:val="0026380E"/>
    <w:rsid w:val="0027476E"/>
    <w:rsid w:val="00281FF2"/>
    <w:rsid w:val="002857DE"/>
    <w:rsid w:val="002868EF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E4F25"/>
    <w:rsid w:val="002F02A3"/>
    <w:rsid w:val="002F4ABE"/>
    <w:rsid w:val="003018BA"/>
    <w:rsid w:val="0030395F"/>
    <w:rsid w:val="00305C92"/>
    <w:rsid w:val="00312127"/>
    <w:rsid w:val="0031364B"/>
    <w:rsid w:val="003151C5"/>
    <w:rsid w:val="00330AF1"/>
    <w:rsid w:val="003343CF"/>
    <w:rsid w:val="00346FE9"/>
    <w:rsid w:val="0034759A"/>
    <w:rsid w:val="003503F6"/>
    <w:rsid w:val="003530DD"/>
    <w:rsid w:val="00363F78"/>
    <w:rsid w:val="003819D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5056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9B"/>
    <w:rsid w:val="004D5282"/>
    <w:rsid w:val="004E3B1E"/>
    <w:rsid w:val="004F07A8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818E6"/>
    <w:rsid w:val="0059484D"/>
    <w:rsid w:val="005A0855"/>
    <w:rsid w:val="005A0F5F"/>
    <w:rsid w:val="005A3196"/>
    <w:rsid w:val="005B3509"/>
    <w:rsid w:val="005B7039"/>
    <w:rsid w:val="005C080F"/>
    <w:rsid w:val="005C55E5"/>
    <w:rsid w:val="005C696A"/>
    <w:rsid w:val="005E6E85"/>
    <w:rsid w:val="005F31D2"/>
    <w:rsid w:val="00606165"/>
    <w:rsid w:val="0061029B"/>
    <w:rsid w:val="00617230"/>
    <w:rsid w:val="00621CE1"/>
    <w:rsid w:val="00627FC9"/>
    <w:rsid w:val="00636775"/>
    <w:rsid w:val="00647FA8"/>
    <w:rsid w:val="00650C5F"/>
    <w:rsid w:val="00654934"/>
    <w:rsid w:val="006620D9"/>
    <w:rsid w:val="00671958"/>
    <w:rsid w:val="00675843"/>
    <w:rsid w:val="00681603"/>
    <w:rsid w:val="00685D89"/>
    <w:rsid w:val="006870B1"/>
    <w:rsid w:val="0069397C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63BF1"/>
    <w:rsid w:val="00766FD4"/>
    <w:rsid w:val="0077243F"/>
    <w:rsid w:val="00775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1554D"/>
    <w:rsid w:val="00817058"/>
    <w:rsid w:val="0081707E"/>
    <w:rsid w:val="008449B3"/>
    <w:rsid w:val="0085747A"/>
    <w:rsid w:val="008630A2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F68"/>
    <w:rsid w:val="00916188"/>
    <w:rsid w:val="00923D7D"/>
    <w:rsid w:val="0094565C"/>
    <w:rsid w:val="00945B08"/>
    <w:rsid w:val="009508DF"/>
    <w:rsid w:val="00950C8A"/>
    <w:rsid w:val="00950DAC"/>
    <w:rsid w:val="00954A07"/>
    <w:rsid w:val="00956799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3B41"/>
    <w:rsid w:val="009F0479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591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09AF"/>
    <w:rsid w:val="00AF2C1E"/>
    <w:rsid w:val="00AF3A5D"/>
    <w:rsid w:val="00B06142"/>
    <w:rsid w:val="00B135B1"/>
    <w:rsid w:val="00B3130B"/>
    <w:rsid w:val="00B36668"/>
    <w:rsid w:val="00B40ADB"/>
    <w:rsid w:val="00B43B77"/>
    <w:rsid w:val="00B43E80"/>
    <w:rsid w:val="00B607DB"/>
    <w:rsid w:val="00B617A8"/>
    <w:rsid w:val="00B66529"/>
    <w:rsid w:val="00B75946"/>
    <w:rsid w:val="00B8056E"/>
    <w:rsid w:val="00B819C8"/>
    <w:rsid w:val="00B82308"/>
    <w:rsid w:val="00B90885"/>
    <w:rsid w:val="00BA4CD2"/>
    <w:rsid w:val="00BB286C"/>
    <w:rsid w:val="00BB520A"/>
    <w:rsid w:val="00BC478C"/>
    <w:rsid w:val="00BD3869"/>
    <w:rsid w:val="00BD66E9"/>
    <w:rsid w:val="00BD6FF4"/>
    <w:rsid w:val="00BE6880"/>
    <w:rsid w:val="00BF2C41"/>
    <w:rsid w:val="00C0183D"/>
    <w:rsid w:val="00C058B4"/>
    <w:rsid w:val="00C05F44"/>
    <w:rsid w:val="00C131B5"/>
    <w:rsid w:val="00C16ABF"/>
    <w:rsid w:val="00C170AE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A2B96"/>
    <w:rsid w:val="00CA5089"/>
    <w:rsid w:val="00CA773C"/>
    <w:rsid w:val="00CB31D7"/>
    <w:rsid w:val="00CB42CB"/>
    <w:rsid w:val="00CD1C37"/>
    <w:rsid w:val="00CD1D49"/>
    <w:rsid w:val="00CD6897"/>
    <w:rsid w:val="00CE5BAC"/>
    <w:rsid w:val="00CF25BE"/>
    <w:rsid w:val="00CF78ED"/>
    <w:rsid w:val="00D02B25"/>
    <w:rsid w:val="00D02EBA"/>
    <w:rsid w:val="00D05AAD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5900"/>
    <w:rsid w:val="00D8678B"/>
    <w:rsid w:val="00DA2114"/>
    <w:rsid w:val="00DA4EBE"/>
    <w:rsid w:val="00DA6541"/>
    <w:rsid w:val="00DB35A0"/>
    <w:rsid w:val="00DD05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7F"/>
    <w:rsid w:val="00E51E44"/>
    <w:rsid w:val="00E57F85"/>
    <w:rsid w:val="00E63348"/>
    <w:rsid w:val="00E77E88"/>
    <w:rsid w:val="00E8107D"/>
    <w:rsid w:val="00E8389C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4191C"/>
    <w:rsid w:val="00F526AF"/>
    <w:rsid w:val="00F617C3"/>
    <w:rsid w:val="00F7066B"/>
    <w:rsid w:val="00F83B28"/>
    <w:rsid w:val="00F8516E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3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C9F98-DBB6-4324-9641-111FAA48C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2020-01-16T09:40:00Z</cp:lastPrinted>
  <dcterms:created xsi:type="dcterms:W3CDTF">2019-11-18T12:28:00Z</dcterms:created>
  <dcterms:modified xsi:type="dcterms:W3CDTF">2021-10-04T11:13:00Z</dcterms:modified>
</cp:coreProperties>
</file>